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CCD" w:rsidRPr="00FD21A8" w:rsidRDefault="00857CCD" w:rsidP="00857CCD">
      <w:pPr>
        <w:pageBreakBefore/>
        <w:spacing w:line="480" w:lineRule="auto"/>
      </w:pPr>
      <w:r w:rsidRPr="00FD21A8">
        <w:rPr>
          <w:rFonts w:hint="eastAsia"/>
        </w:rPr>
        <w:t>第3号様式（病院長等 → 選管委員長）</w:t>
      </w:r>
    </w:p>
    <w:p w:rsidR="00D67CDB" w:rsidRPr="00FD21A8" w:rsidRDefault="00FF7DA7" w:rsidP="00FF7DA7">
      <w:pPr>
        <w:spacing w:line="360" w:lineRule="auto"/>
        <w:jc w:val="center"/>
      </w:pPr>
      <w:r w:rsidRPr="00FD21A8">
        <w:rPr>
          <w:rFonts w:hint="eastAsia"/>
        </w:rPr>
        <w:t>令和</w:t>
      </w:r>
      <w:r w:rsidR="00703C17" w:rsidRPr="00FD21A8">
        <w:rPr>
          <w:rFonts w:hint="eastAsia"/>
        </w:rPr>
        <w:t>7</w:t>
      </w:r>
      <w:r w:rsidR="00D67CDB" w:rsidRPr="00FD21A8">
        <w:rPr>
          <w:rFonts w:hint="eastAsia"/>
        </w:rPr>
        <w:t>年</w:t>
      </w:r>
      <w:r w:rsidR="00703C17" w:rsidRPr="00FD21A8">
        <w:rPr>
          <w:rFonts w:hint="eastAsia"/>
        </w:rPr>
        <w:t>10</w:t>
      </w:r>
      <w:r w:rsidR="00D67CDB" w:rsidRPr="00FD21A8">
        <w:rPr>
          <w:rFonts w:hint="eastAsia"/>
        </w:rPr>
        <w:t>月</w:t>
      </w:r>
      <w:r w:rsidR="00703C17" w:rsidRPr="00FD21A8">
        <w:rPr>
          <w:rFonts w:hint="eastAsia"/>
        </w:rPr>
        <w:t>26</w:t>
      </w:r>
      <w:r w:rsidR="00D67CDB" w:rsidRPr="00FD21A8">
        <w:rPr>
          <w:rFonts w:hint="eastAsia"/>
        </w:rPr>
        <w:t>日執行</w:t>
      </w:r>
      <w:r w:rsidRPr="00FD21A8">
        <w:rPr>
          <w:rFonts w:hint="eastAsia"/>
        </w:rPr>
        <w:t xml:space="preserve">　</w:t>
      </w:r>
      <w:r w:rsidR="00703C17" w:rsidRPr="00FD21A8">
        <w:rPr>
          <w:rFonts w:hint="eastAsia"/>
        </w:rPr>
        <w:t>上越市長選挙・</w:t>
      </w:r>
      <w:r w:rsidRPr="00FD21A8">
        <w:rPr>
          <w:rFonts w:hint="eastAsia"/>
        </w:rPr>
        <w:t>上越市議会議員</w:t>
      </w:r>
      <w:r w:rsidR="00703C17" w:rsidRPr="00FD21A8">
        <w:rPr>
          <w:rFonts w:hint="eastAsia"/>
        </w:rPr>
        <w:t>補欠</w:t>
      </w:r>
      <w:r w:rsidR="00D67CDB" w:rsidRPr="00FD21A8">
        <w:rPr>
          <w:rFonts w:hint="eastAsia"/>
        </w:rPr>
        <w:t>選挙</w:t>
      </w:r>
    </w:p>
    <w:p w:rsidR="00857CCD" w:rsidRPr="00FD21A8" w:rsidRDefault="00857CCD" w:rsidP="00857CCD">
      <w:pPr>
        <w:spacing w:line="360" w:lineRule="auto"/>
        <w:jc w:val="center"/>
        <w:rPr>
          <w:rFonts w:eastAsia="ＭＳ ゴシック"/>
          <w:sz w:val="36"/>
        </w:rPr>
      </w:pPr>
      <w:r w:rsidRPr="00FD21A8">
        <w:rPr>
          <w:rFonts w:eastAsia="ＭＳ ゴシック" w:hint="eastAsia"/>
          <w:sz w:val="36"/>
        </w:rPr>
        <w:t>不在者投票の代理投票調書</w:t>
      </w:r>
    </w:p>
    <w:p w:rsidR="00857CCD" w:rsidRPr="00FD21A8" w:rsidRDefault="00857CCD" w:rsidP="00857CCD">
      <w:pPr>
        <w:spacing w:line="360" w:lineRule="auto"/>
        <w:jc w:val="right"/>
      </w:pPr>
      <w:r w:rsidRPr="00FD21A8">
        <w:rPr>
          <w:rFonts w:hint="eastAsia"/>
        </w:rPr>
        <w:t>【施設名：　　　　　　　　　　　　　　　　　】</w:t>
      </w:r>
    </w:p>
    <w:tbl>
      <w:tblPr>
        <w:tblW w:w="946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5"/>
        <w:gridCol w:w="2365"/>
        <w:gridCol w:w="2365"/>
        <w:gridCol w:w="2365"/>
      </w:tblGrid>
      <w:tr w:rsidR="00857CCD" w:rsidRPr="00FD21A8" w:rsidTr="00857CCD">
        <w:trPr>
          <w:cantSplit/>
          <w:trHeight w:val="605"/>
        </w:trPr>
        <w:tc>
          <w:tcPr>
            <w:tcW w:w="2365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:rsidR="00857CCD" w:rsidRPr="00FD21A8" w:rsidRDefault="00857CCD" w:rsidP="00857CCD">
            <w:pPr>
              <w:ind w:left="216" w:right="216"/>
              <w:jc w:val="distribute"/>
            </w:pPr>
            <w:r w:rsidRPr="00FD21A8">
              <w:rPr>
                <w:rFonts w:hint="eastAsia"/>
              </w:rPr>
              <w:t>代理投票をした</w:t>
            </w:r>
          </w:p>
          <w:p w:rsidR="00857CCD" w:rsidRPr="00FD21A8" w:rsidRDefault="00857CCD" w:rsidP="00857CCD">
            <w:pPr>
              <w:ind w:left="216" w:right="216"/>
              <w:jc w:val="distribute"/>
            </w:pPr>
            <w:r w:rsidRPr="00FD21A8">
              <w:rPr>
                <w:rFonts w:hint="eastAsia"/>
              </w:rPr>
              <w:t>選挙人の氏名</w:t>
            </w:r>
          </w:p>
        </w:tc>
        <w:tc>
          <w:tcPr>
            <w:tcW w:w="4730" w:type="dxa"/>
            <w:gridSpan w:val="2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:rsidR="00857CCD" w:rsidRPr="00FD21A8" w:rsidRDefault="00857CCD" w:rsidP="00857CCD">
            <w:pPr>
              <w:jc w:val="center"/>
            </w:pPr>
            <w:r w:rsidRPr="00FD21A8">
              <w:rPr>
                <w:rFonts w:hint="eastAsia"/>
              </w:rPr>
              <w:t>補　助　者　氏　名</w:t>
            </w:r>
          </w:p>
        </w:tc>
        <w:tc>
          <w:tcPr>
            <w:tcW w:w="2365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:rsidR="00857CCD" w:rsidRPr="00FD21A8" w:rsidRDefault="00857CCD" w:rsidP="00857CCD">
            <w:pPr>
              <w:jc w:val="center"/>
            </w:pPr>
            <w:r w:rsidRPr="00FD21A8">
              <w:rPr>
                <w:rFonts w:hint="eastAsia"/>
              </w:rPr>
              <w:t>代理投票の事由</w:t>
            </w:r>
          </w:p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B90B11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B90B11" w:rsidRPr="00FD21A8" w:rsidRDefault="00B90B11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B90B11" w:rsidRPr="00FD21A8" w:rsidRDefault="00B90B11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B90B11" w:rsidRPr="00FD21A8" w:rsidRDefault="00B90B11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B90B11" w:rsidRPr="00FD21A8" w:rsidRDefault="00B90B11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  <w:bottom w:val="single" w:sz="8" w:space="0" w:color="auto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  <w:bottom w:val="single" w:sz="8" w:space="0" w:color="auto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  <w:bottom w:val="single" w:sz="8" w:space="0" w:color="auto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  <w:bottom w:val="single" w:sz="8" w:space="0" w:color="auto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single" w:sz="6" w:space="0" w:color="auto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single" w:sz="6" w:space="0" w:color="auto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single" w:sz="6" w:space="0" w:color="auto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single" w:sz="6" w:space="0" w:color="auto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  <w:tr w:rsidR="00857CCD" w:rsidRPr="00FD21A8" w:rsidTr="00857CCD">
        <w:trPr>
          <w:trHeight w:val="595"/>
        </w:trPr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  <w:tc>
          <w:tcPr>
            <w:tcW w:w="2365" w:type="dxa"/>
            <w:tcBorders>
              <w:top w:val="nil"/>
            </w:tcBorders>
            <w:vAlign w:val="center"/>
          </w:tcPr>
          <w:p w:rsidR="00857CCD" w:rsidRPr="00FD21A8" w:rsidRDefault="00857CCD" w:rsidP="00857CCD"/>
        </w:tc>
      </w:tr>
    </w:tbl>
    <w:p w:rsidR="003546DF" w:rsidRPr="008C740F" w:rsidRDefault="003546DF" w:rsidP="00AE24CD">
      <w:bookmarkStart w:id="0" w:name="_GoBack"/>
      <w:bookmarkEnd w:id="0"/>
    </w:p>
    <w:sectPr w:rsidR="003546DF" w:rsidRPr="008C740F" w:rsidSect="006D197F">
      <w:pgSz w:w="11906" w:h="16838" w:code="9"/>
      <w:pgMar w:top="680" w:right="1021" w:bottom="340" w:left="1474" w:header="851" w:footer="992" w:gutter="0"/>
      <w:cols w:space="425"/>
      <w:docGrid w:linePitch="364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ACF" w:rsidRDefault="00320ACF" w:rsidP="00F62984">
      <w:r>
        <w:separator/>
      </w:r>
    </w:p>
  </w:endnote>
  <w:endnote w:type="continuationSeparator" w:id="0">
    <w:p w:rsidR="00320ACF" w:rsidRDefault="00320ACF" w:rsidP="00F6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ACF" w:rsidRDefault="00320ACF" w:rsidP="00F62984">
      <w:r>
        <w:separator/>
      </w:r>
    </w:p>
  </w:footnote>
  <w:footnote w:type="continuationSeparator" w:id="0">
    <w:p w:rsidR="00320ACF" w:rsidRDefault="00320ACF" w:rsidP="00F6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80F20"/>
    <w:multiLevelType w:val="singleLevel"/>
    <w:tmpl w:val="F0D605AE"/>
    <w:lvl w:ilvl="0">
      <w:numFmt w:val="bullet"/>
      <w:lvlText w:val="※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2"/>
  <w:displayVerticalDrawingGridEvery w:val="2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E4AE6"/>
    <w:rsid w:val="00026806"/>
    <w:rsid w:val="0004401A"/>
    <w:rsid w:val="00075B04"/>
    <w:rsid w:val="000A5EA3"/>
    <w:rsid w:val="000B5ECC"/>
    <w:rsid w:val="000B66C6"/>
    <w:rsid w:val="000C7001"/>
    <w:rsid w:val="000E633C"/>
    <w:rsid w:val="000E6380"/>
    <w:rsid w:val="000F53E8"/>
    <w:rsid w:val="00102940"/>
    <w:rsid w:val="001057FA"/>
    <w:rsid w:val="00127A3C"/>
    <w:rsid w:val="00192390"/>
    <w:rsid w:val="002166A7"/>
    <w:rsid w:val="00273AC8"/>
    <w:rsid w:val="002C0EA1"/>
    <w:rsid w:val="002D164F"/>
    <w:rsid w:val="00302551"/>
    <w:rsid w:val="00303CEB"/>
    <w:rsid w:val="00320ACF"/>
    <w:rsid w:val="00326291"/>
    <w:rsid w:val="003454DD"/>
    <w:rsid w:val="00345A1A"/>
    <w:rsid w:val="003545AC"/>
    <w:rsid w:val="003546DF"/>
    <w:rsid w:val="00382555"/>
    <w:rsid w:val="003B0C52"/>
    <w:rsid w:val="003D2D6A"/>
    <w:rsid w:val="003E6B51"/>
    <w:rsid w:val="003F1080"/>
    <w:rsid w:val="0042539A"/>
    <w:rsid w:val="00442016"/>
    <w:rsid w:val="00466EC1"/>
    <w:rsid w:val="004815B0"/>
    <w:rsid w:val="004944F8"/>
    <w:rsid w:val="004A290A"/>
    <w:rsid w:val="004C2EE7"/>
    <w:rsid w:val="004D36CB"/>
    <w:rsid w:val="00554666"/>
    <w:rsid w:val="00555310"/>
    <w:rsid w:val="005B3855"/>
    <w:rsid w:val="005D42F9"/>
    <w:rsid w:val="005E0EEF"/>
    <w:rsid w:val="005E63A2"/>
    <w:rsid w:val="00630F42"/>
    <w:rsid w:val="006826CB"/>
    <w:rsid w:val="00686153"/>
    <w:rsid w:val="006C4059"/>
    <w:rsid w:val="006C65B0"/>
    <w:rsid w:val="006D197F"/>
    <w:rsid w:val="006D7961"/>
    <w:rsid w:val="00703C17"/>
    <w:rsid w:val="00761291"/>
    <w:rsid w:val="0076321A"/>
    <w:rsid w:val="0077087B"/>
    <w:rsid w:val="00777C58"/>
    <w:rsid w:val="00780C76"/>
    <w:rsid w:val="007C4779"/>
    <w:rsid w:val="007C7CF8"/>
    <w:rsid w:val="007D52BE"/>
    <w:rsid w:val="008161A2"/>
    <w:rsid w:val="00824DE5"/>
    <w:rsid w:val="008253C0"/>
    <w:rsid w:val="00857CCD"/>
    <w:rsid w:val="008640DA"/>
    <w:rsid w:val="00870D55"/>
    <w:rsid w:val="00890863"/>
    <w:rsid w:val="008C740F"/>
    <w:rsid w:val="008D2921"/>
    <w:rsid w:val="00907556"/>
    <w:rsid w:val="009173DF"/>
    <w:rsid w:val="00934FB8"/>
    <w:rsid w:val="00957DBC"/>
    <w:rsid w:val="009E52E0"/>
    <w:rsid w:val="00A20E6D"/>
    <w:rsid w:val="00A36AA8"/>
    <w:rsid w:val="00A60BA9"/>
    <w:rsid w:val="00A70589"/>
    <w:rsid w:val="00A8215D"/>
    <w:rsid w:val="00AE24CD"/>
    <w:rsid w:val="00B12732"/>
    <w:rsid w:val="00B16595"/>
    <w:rsid w:val="00B5493A"/>
    <w:rsid w:val="00B90B11"/>
    <w:rsid w:val="00BA130A"/>
    <w:rsid w:val="00BB5275"/>
    <w:rsid w:val="00BE27DD"/>
    <w:rsid w:val="00C13915"/>
    <w:rsid w:val="00C3206C"/>
    <w:rsid w:val="00C50DED"/>
    <w:rsid w:val="00C741F2"/>
    <w:rsid w:val="00CA70D1"/>
    <w:rsid w:val="00CB381F"/>
    <w:rsid w:val="00CD056B"/>
    <w:rsid w:val="00CE2B45"/>
    <w:rsid w:val="00CE3BEC"/>
    <w:rsid w:val="00CE4AE6"/>
    <w:rsid w:val="00D1208A"/>
    <w:rsid w:val="00D236CD"/>
    <w:rsid w:val="00D256D8"/>
    <w:rsid w:val="00D528FE"/>
    <w:rsid w:val="00D67CDB"/>
    <w:rsid w:val="00D7486B"/>
    <w:rsid w:val="00D7719D"/>
    <w:rsid w:val="00DA3276"/>
    <w:rsid w:val="00DC0029"/>
    <w:rsid w:val="00E131C8"/>
    <w:rsid w:val="00E2790F"/>
    <w:rsid w:val="00E36458"/>
    <w:rsid w:val="00E52F44"/>
    <w:rsid w:val="00E6546F"/>
    <w:rsid w:val="00E962B4"/>
    <w:rsid w:val="00EB139D"/>
    <w:rsid w:val="00F15529"/>
    <w:rsid w:val="00F215D5"/>
    <w:rsid w:val="00F4750B"/>
    <w:rsid w:val="00F62984"/>
    <w:rsid w:val="00F639E8"/>
    <w:rsid w:val="00F7037F"/>
    <w:rsid w:val="00F7538B"/>
    <w:rsid w:val="00F97119"/>
    <w:rsid w:val="00FC3147"/>
    <w:rsid w:val="00FD21A8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5:docId w15:val="{EA4EF9BD-430D-44E3-AFB2-A99460D6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276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C2EE7"/>
    <w:pPr>
      <w:spacing w:line="320" w:lineRule="atLeast"/>
      <w:ind w:left="480" w:right="166" w:hanging="480"/>
    </w:pPr>
  </w:style>
  <w:style w:type="table" w:styleId="a4">
    <w:name w:val="Table Grid"/>
    <w:basedOn w:val="a1"/>
    <w:uiPriority w:val="59"/>
    <w:rsid w:val="00E52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39E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62984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62984"/>
    <w:rPr>
      <w:rFonts w:ascii="ＭＳ 明朝"/>
      <w:kern w:val="2"/>
      <w:sz w:val="24"/>
    </w:rPr>
  </w:style>
  <w:style w:type="paragraph" w:styleId="aa">
    <w:name w:val="List Paragraph"/>
    <w:basedOn w:val="a"/>
    <w:uiPriority w:val="34"/>
    <w:qFormat/>
    <w:rsid w:val="00102940"/>
    <w:pPr>
      <w:ind w:leftChars="400" w:left="840"/>
    </w:pPr>
  </w:style>
  <w:style w:type="paragraph" w:styleId="ab">
    <w:name w:val="Date"/>
    <w:basedOn w:val="a"/>
    <w:next w:val="a"/>
    <w:link w:val="ac"/>
    <w:rsid w:val="00703C17"/>
  </w:style>
  <w:style w:type="character" w:customStyle="1" w:styleId="ac">
    <w:name w:val="日付 (文字)"/>
    <w:basedOn w:val="a0"/>
    <w:link w:val="ab"/>
    <w:rsid w:val="00703C17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32B35-9FB3-4E38-BBC1-F068A1B95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8B634CAD.dotm</Template>
  <TotalTime>452</TotalTime>
  <Pages>1</Pages>
  <Words>33</Words>
  <Characters>191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第1号様式－①（病院長等 → 選管）</vt:lpstr>
    </vt:vector>
  </TitlesOfParts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2020-02-20T07:19:00Z</cp:lastPrinted>
  <dcterms:created xsi:type="dcterms:W3CDTF">2013-09-24T13:12:00Z</dcterms:created>
  <dcterms:modified xsi:type="dcterms:W3CDTF">2025-09-05T09:25:00Z</dcterms:modified>
</cp:coreProperties>
</file>